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820"/>
        <w:gridCol w:w="4820"/>
      </w:tblGrid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284" w:top="73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-1522730</wp:posOffset>
              </wp:positionH>
              <wp:positionV relativeFrom="page">
                <wp:posOffset>-1293495</wp:posOffset>
              </wp:positionV>
              <wp:extent cx="405066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05072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event 60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19.9pt;margin-top:-101.9pt;width:318.9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event 60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C32EEBBF.dotm_x0000__x0000_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2016-11-03T13:53:00Z</dcterms:modified>
  <cp:revision>8</cp:revision>
  <dc:subject/>
  <dc:title>Modello di stampa </dc:title>
</cp:coreProperties>
</file>