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80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402"/>
        <w:gridCol w:w="3402"/>
      </w:tblGrid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</w:tbl>
    <w:p>
      <w:pPr>
        <w:pStyle w:val="KeinLeerraum"/>
        <w:jc w:val="center"/>
        <w:rPr>
          <w:rStyle w:val="Seitennummer"/>
          <w:rFonts w:cs="Arial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2552" w:right="2552" w:gutter="0" w:header="426" w:top="107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-2151380</wp:posOffset>
              </wp:positionH>
              <wp:positionV relativeFrom="page">
                <wp:posOffset>-1720850</wp:posOffset>
              </wp:positionV>
              <wp:extent cx="5368290" cy="47307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368320" cy="47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vista® profil 40 compact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69.4pt;margin-top:-135.55pt;width:422.65pt;height:37.2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vista® profil 40 compact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741E62A3.dotm_x0000__x0000_</Template>
  <TotalTime>0</TotalTime>
  <Application>LibreOffice/7.4.2.3$Windows_X86_64 LibreOffice_project/382eef1f22670f7f4118c8c2dd222ec7ad009daf</Application>
  <AppVersion>15.0000</AppVersion>
  <Pages>1</Pages>
  <Words>60</Words>
  <Characters>402</Characters>
  <CharactersWithSpaces>447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2015-07-23T11:01:00Z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2016-11-03T14:30:00Z</dcterms:modified>
  <cp:revision>8</cp:revision>
  <dc:subject/>
  <dc:title>Modello di stampa </dc:title>
</cp:coreProperties>
</file>