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50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253"/>
        <w:gridCol w:w="4253"/>
      </w:tblGrid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/>
            </w:pPr>
            <w:r>
              <w:rPr>
                <w:rFonts w:cs="Arial" w:ascii="Arial" w:hAnsi="Arial"/>
              </w:rPr>
              <w:t>Funktion eintragen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</w:tr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</w:tr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</w:tr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</w:tr>
      <w:tr>
        <w:trPr>
          <w:trHeight w:val="2665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Namen eintragen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Funktion eintragen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</w:rPr>
      </w:pPr>
      <w:r>
        <w:rPr>
          <w:rFonts w:cs="Arial" w:ascii="Arial" w:hAnsi="Arial"/>
          <w:vanish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1134" w:top="1758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2049" w:leader="none"/>
        <w:tab w:val="center" w:pos="4253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-1883410</wp:posOffset>
              </wp:positionH>
              <wp:positionV relativeFrom="page">
                <wp:posOffset>-982980</wp:posOffset>
              </wp:positionV>
              <wp:extent cx="4872355" cy="46101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872240" cy="461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4"/>
                              <w:rFonts w:ascii="Arial" w:hAnsi="Arial" w:eastAsia="Calibri" w:cs="Arial"/>
                              <w:color w:val="808080"/>
                              <w:lang w:val="de-DE" w:bidi="ar-SA"/>
                            </w:rPr>
                            <w:t xml:space="preserve">Druckvorlage für </w:t>
                          </w:r>
                          <w:r>
                            <w:rPr>
                              <w:kern w:val="2"/>
                              <w:sz w:val="28"/>
                              <w:szCs w:val="24"/>
                              <w:b/>
                              <w:rFonts w:ascii="Arial" w:hAnsi="Arial" w:eastAsia="Calibri" w:cs="Arial"/>
                              <w:color w:val="808080"/>
                              <w:lang w:val="de-DE" w:bidi="ar-SA"/>
                            </w:rPr>
                            <w:t>vista® 50 classic-clear</w:t>
                          </w:r>
                        </w:p>
                        <w:p>
                          <w:pPr>
                            <w:tabs>
                              <w:tab w:val="center" w:pos="4536" w:leader="none"/>
                              <w:tab w:val="right" w:pos="8505" w:leader="none"/>
                            </w:tabs>
                            <w:overflowPunct w:val="false"/>
                            <w:bidi w:val="0"/>
                            <w:rPr/>
                          </w:pPr>
                          <w:r>
                            <w:rPr>
                              <w:sz w:val="24"/>
                              <w:kern w:val="2"/>
                              <w:rFonts w:ascii="Liberation Serif" w:hAnsi="Liberation Serif" w:eastAsia="NSimSun" w:cs="Lucida Sans"/>
                              <w:lang w:val="en-US" w:bidi="hi-IN"/>
                            </w:rPr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48.3pt;margin-top:-77.45pt;width:383.6pt;height:36.2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4"/>
                        <w:rFonts w:ascii="Arial" w:hAnsi="Arial" w:eastAsia="Calibri" w:cs="Arial"/>
                        <w:color w:val="808080"/>
                        <w:lang w:val="de-DE" w:bidi="ar-SA"/>
                      </w:rPr>
                      <w:t xml:space="preserve">Druckvorlage für </w:t>
                    </w:r>
                    <w:r>
                      <w:rPr>
                        <w:kern w:val="2"/>
                        <w:sz w:val="28"/>
                        <w:szCs w:val="24"/>
                        <w:b/>
                        <w:rFonts w:ascii="Arial" w:hAnsi="Arial" w:eastAsia="Calibri" w:cs="Arial"/>
                        <w:color w:val="808080"/>
                        <w:lang w:val="de-DE" w:bidi="ar-SA"/>
                      </w:rPr>
                      <w:t>vista® 50 classic-clear</w:t>
                    </w:r>
                  </w:p>
                  <w:p>
                    <w:pPr>
                      <w:tabs>
                        <w:tab w:val="center" w:pos="4536" w:leader="none"/>
                        <w:tab w:val="right" w:pos="8505" w:leader="none"/>
                      </w:tabs>
                      <w:overflowPunct w:val="false"/>
                      <w:bidi w:val="0"/>
                      <w:rPr/>
                    </w:pPr>
                    <w:r>
                      <w:rPr>
                        <w:sz w:val="24"/>
                        <w:kern w:val="2"/>
                        <w:rFonts w:ascii="Liberation Serif" w:hAnsi="Liberation Serif" w:eastAsia="NSimSun" w:cs="Lucida Sans"/>
                        <w:lang w:val="en-US" w:bidi="hi-IN"/>
                      </w:rPr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rStyle w:val="Seitennummer"/>
      </w:rPr>
      <w:t xml:space="preserve">Seite </w:t>
    </w:r>
    <w:r>
      <w:rPr>
        <w:rStyle w:val="Seitennummer"/>
      </w:rPr>
      <w:fldChar w:fldCharType="begin"/>
    </w:r>
    <w:r>
      <w:rPr>
        <w:rStyle w:val="Seitennummer"/>
      </w:rPr>
      <w:instrText xml:space="preserve"> PAGE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  <w:r>
      <w:rPr>
        <w:rStyle w:val="Seitennummer"/>
      </w:rPr>
      <w:t xml:space="preserve"> von </w:t>
    </w:r>
    <w:r>
      <w:rPr>
        <w:rStyle w:val="Seitennummer"/>
      </w:rPr>
      <w:fldChar w:fldCharType="begin"/>
    </w:r>
    <w:r>
      <w:rPr>
        <w:rStyle w:val="Seitennummer"/>
      </w:rPr>
      <w:instrText xml:space="preserve"> NUMPAGES \* ARABIC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D0F73775.dotm_x0000__x0000_</Template>
  <TotalTime>0</TotalTime>
  <Application>LibreOffice/7.4.2.3$Windows_X86_64 LibreOffice_project/382eef1f22670f7f4118c8c2dd222ec7ad009daf</Application>
  <AppVersion>15.0000</AppVersion>
  <Pages>1</Pages>
  <Words>44</Words>
  <Characters>320</Characters>
  <CharactersWithSpaces>343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2015-07-15T12:29:00Z</dcterms:created>
  <dc:creator>badgepoint GmbH</dc:creator>
  <dc:description/>
  <cp:keywords>Namensschild</cp:keywords>
  <dc:language>en-US</dc:language>
  <cp:lastModifiedBy>User Azubi</cp:lastModifiedBy>
  <cp:lastPrinted>2014-03-17T14:31:00Z</cp:lastPrinted>
  <dcterms:modified xsi:type="dcterms:W3CDTF">2016-11-03T14:37:00Z</dcterms:modified>
  <cp:revision>15</cp:revision>
  <dc:subject/>
  <dc:title>Druckbogenvorlage vista 50</dc:title>
</cp:coreProperties>
</file>