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1134" w:top="1758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-2343150</wp:posOffset>
              </wp:positionH>
              <wp:positionV relativeFrom="page">
                <wp:posOffset>-1334135</wp:posOffset>
              </wp:positionV>
              <wp:extent cx="5675630" cy="44640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675760" cy="44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50 classic-clear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84.5pt;margin-top:-105.1pt;width:446.85pt;height:35.1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50 classic-clear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EFC82E41.dotm_x0000__x0000_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2015-07-23T11:09:00Z</dcterms:created>
  <dc:creator>Badgepoint GmbH</dc:creator>
  <dc:description/>
  <cp:keywords/>
  <dc:language>en-US</dc:language>
  <cp:lastModifiedBy>User Azubi</cp:lastModifiedBy>
  <cp:lastPrinted>2014-03-17T14:31:00Z</cp:lastPrinted>
  <dcterms:modified xsi:type="dcterms:W3CDTF">2016-11-03T14:38:00Z</dcterms:modified>
  <cp:revision>10</cp:revision>
  <dc:subject/>
  <dc:title>Modello di stampa </dc:title>
</cp:coreProperties>
</file>