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820"/>
        <w:gridCol w:w="4820"/>
      </w:tblGrid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-2697480</wp:posOffset>
              </wp:positionH>
              <wp:positionV relativeFrom="page">
                <wp:posOffset>-2306320</wp:posOffset>
              </wp:positionV>
              <wp:extent cx="6157595" cy="44005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6157440" cy="439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60 classic-clear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212.45pt;margin-top:-181.65pt;width:484.8pt;height:34.6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60 classic-clear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PAGE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  <w:r>
      <w:rPr>
        <w:color w:val="808080"/>
      </w:rPr>
      <w:t xml:space="preserve"> di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NUMPAGES \* ARABIC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76824CB9.dotm_x0000__x0000_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2015-07-23T11:02:00Z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2016-11-03T14:40:00Z</dcterms:modified>
  <cp:revision>11</cp:revision>
  <dc:subject/>
  <dc:title>Modello di stampa </dc:title>
</cp:coreProperties>
</file>